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CE68E9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A81C10" w:rsidRDefault="00A81C10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A81C10" w:rsidRDefault="00A81C10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C22C42">
              <w:rPr>
                <w:rFonts w:ascii="Arial" w:hAnsi="Arial"/>
                <w:kern w:val="12"/>
                <w:sz w:val="20"/>
                <w:szCs w:val="20"/>
              </w:rPr>
              <w:t xml:space="preserve">The ICA is tortuous in physiology.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C34815">
              <w:rPr>
                <w:rFonts w:ascii="Arial" w:hAnsi="Arial"/>
                <w:kern w:val="12"/>
                <w:sz w:val="20"/>
                <w:szCs w:val="20"/>
              </w:rPr>
              <w:t>k Systolic Velocity (PSV) = 0.81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C34815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892FF1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892FF1" w:rsidRDefault="00892FF1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</w:t>
            </w:r>
            <w:r w:rsidR="00C34815">
              <w:rPr>
                <w:rFonts w:ascii="Arial" w:hAnsi="Arial"/>
                <w:kern w:val="12"/>
                <w:sz w:val="20"/>
                <w:szCs w:val="20"/>
              </w:rPr>
              <w:t>tolic Velocity (PSV) = 0.57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C34815">
              <w:rPr>
                <w:rFonts w:ascii="Arial" w:hAnsi="Arial"/>
                <w:kern w:val="12"/>
                <w:sz w:val="20"/>
                <w:szCs w:val="20"/>
              </w:rPr>
              <w:t>ocity (EDV) = 0.22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892FF1" w:rsidRDefault="00CE68E9" w:rsidP="009D4370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892FF1">
              <w:rPr>
                <w:b/>
                <w:sz w:val="20"/>
                <w:szCs w:val="20"/>
                <w:u w:val="single"/>
              </w:rPr>
              <w:lastRenderedPageBreak/>
              <w:t xml:space="preserve"> </w:t>
            </w:r>
            <w:r w:rsidR="00892FF1" w:rsidRPr="00892FF1">
              <w:rPr>
                <w:b/>
                <w:sz w:val="20"/>
                <w:szCs w:val="20"/>
                <w:u w:val="single"/>
              </w:rPr>
              <w:t>CONCLUSION:</w:t>
            </w: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evidence of significant extra-cranial carotid artery disease bilaterally. </w:t>
            </w:r>
          </w:p>
          <w:p w:rsidR="00892FF1" w:rsidRDefault="00892FF1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8F8EA&#10;AADaAAAADwAAAGRycy9kb3ducmV2LnhtbESPUWvCMBSF3wf7D+EOfBmaakGlM4oMBJ+Ean/Apblr&#10;ypKb0kSb/ftFGOzxcM75Dmd3SM6KB42h96xguShAELde99wpaG6n+RZEiMgarWdS8EMBDvvXlx1W&#10;2k9c0+MaO5EhHCpUYGIcKilDa8hhWPiBOHtffnQYsxw7qUecMtxZuSqKtXTYc14wONCnofb7encK&#10;3oNNztRduao3qTneJ1uWF6vU7C0dP0BESvE//Nc+awUbeF7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ZPBf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O/MUA&#10;AADbAAAADwAAAGRycy9kb3ducmV2LnhtbESPQWsCQQyF7wX/w5BCb3W2LYhsHUVEQUGxtYLXuBN3&#10;F3cy25lRt/315lDoLeG9vPdlNOlco64UYu3ZwEs/A0VceFtzaWD/tXgegooJ2WLjmQz8UITJuPcw&#10;wtz6G3/SdZdKJSEcczRQpdTmWseiIoex71ti0U4+OEyyhlLbgDcJd41+zbKBdlizNFTY0qyi4ry7&#10;OANhvj/MB/X27WP9nda/w649bnhlzNNjN30HlahL/+a/66UVfKGXX2QAP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878xQAAANsAAAAPAAAAAAAAAAAAAAAAAJgCAABkcnMv&#10;ZG93bnJldi54bWxQSwUGAAAAAAQABAD1AAAAig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KJh8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s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KJh8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wfMQA&#10;AADbAAAADwAAAGRycy9kb3ducmV2LnhtbESPT2sCMRTE74V+h/AK3mpWa6VsjVLEggfB+qf3x+Z1&#10;s5i8bDdxd/32RhA8DjPzG2a26J0VLTWh8qxgNMxAEBdeV1wqOB6+Xz9AhIis0XomBRcKsJg/P80w&#10;177jHbX7WIoE4ZCjAhNjnUsZCkMOw9DXxMn7843DmGRTSt1gl+DOynGWTaXDitOCwZqWhorT/uwU&#10;lP+7za85TUaHbbc8O7va/jjbKjV46b8+QUTq4yN8b6+1grd3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cHzEAAAA2wAAAA8AAAAAAAAAAAAAAAAAmAIAAGRycy9k&#10;b3ducmV2LnhtbFBLBQYAAAAABAAEAPUAAACJ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0440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87057"/>
    <w:rsid w:val="005947E5"/>
    <w:rsid w:val="005966E9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2FF1"/>
    <w:rsid w:val="00893153"/>
    <w:rsid w:val="008B3BF4"/>
    <w:rsid w:val="008C4F7F"/>
    <w:rsid w:val="00924EB0"/>
    <w:rsid w:val="0093354B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81C10"/>
    <w:rsid w:val="00A90F95"/>
    <w:rsid w:val="00AA2AD4"/>
    <w:rsid w:val="00AB7058"/>
    <w:rsid w:val="00B35F22"/>
    <w:rsid w:val="00B415C1"/>
    <w:rsid w:val="00B734E8"/>
    <w:rsid w:val="00B87660"/>
    <w:rsid w:val="00C157F3"/>
    <w:rsid w:val="00C22C42"/>
    <w:rsid w:val="00C34815"/>
    <w:rsid w:val="00C64AE2"/>
    <w:rsid w:val="00CB3119"/>
    <w:rsid w:val="00CC6795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15</TotalTime>
  <Pages>2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5</cp:revision>
  <cp:lastPrinted>2019-09-02T11:05:00Z</cp:lastPrinted>
  <dcterms:created xsi:type="dcterms:W3CDTF">2019-09-02T11:00:00Z</dcterms:created>
  <dcterms:modified xsi:type="dcterms:W3CDTF">2019-10-15T13:42:00Z</dcterms:modified>
</cp:coreProperties>
</file>